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C39573" w14:textId="2A8FC26C" w:rsidR="00241CB8" w:rsidRDefault="00241CB8" w:rsidP="00241CB8">
      <w:pPr>
        <w:pStyle w:val="Heading1"/>
      </w:pPr>
      <w:r>
        <w:t>Rites of Passage Foundation – Donor</w:t>
      </w:r>
      <w:r w:rsidR="008221AD">
        <w:t xml:space="preserve"> AP</w:t>
      </w:r>
      <w:r>
        <w:t xml:space="preserve"> </w:t>
      </w:r>
      <w:r w:rsidR="00EF137E">
        <w:t>Sign Up Form</w:t>
      </w:r>
    </w:p>
    <w:p w14:paraId="2F6E2780" w14:textId="77777777" w:rsidR="00241CB8" w:rsidRDefault="00241CB8" w:rsidP="00241CB8"/>
    <w:p w14:paraId="40250F15" w14:textId="1F1B197C" w:rsidR="00A1575B" w:rsidRDefault="008221AD" w:rsidP="008221AD">
      <w:r>
        <w:t xml:space="preserve">This form is meant for our administration only. </w:t>
      </w:r>
      <w:r>
        <w:t xml:space="preserve">You </w:t>
      </w:r>
      <w:r>
        <w:t>can</w:t>
      </w:r>
      <w:r>
        <w:t xml:space="preserve"> set up an automatic payment through your own online banking system. </w:t>
      </w:r>
      <w:r w:rsidR="006C32C4">
        <w:t>Please, choose whether you want to set up a weekly, fortnight</w:t>
      </w:r>
      <w:r w:rsidR="004079CE">
        <w:t>ly or monthly automatic payment.</w:t>
      </w:r>
    </w:p>
    <w:p w14:paraId="741B5F9F" w14:textId="52679E8C" w:rsidR="00BA366C" w:rsidRDefault="00272C47" w:rsidP="00BA366C">
      <w:pPr>
        <w:ind w:left="426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C08016" wp14:editId="0F8646BD">
                <wp:simplePos x="0" y="0"/>
                <wp:positionH relativeFrom="column">
                  <wp:posOffset>41275</wp:posOffset>
                </wp:positionH>
                <wp:positionV relativeFrom="paragraph">
                  <wp:posOffset>87630</wp:posOffset>
                </wp:positionV>
                <wp:extent cx="228600" cy="264160"/>
                <wp:effectExtent l="0" t="0" r="25400" b="1524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6416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D89D76" w14:textId="5980EB07" w:rsidR="00D22AB0" w:rsidRPr="00BC4C85" w:rsidRDefault="00D22AB0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3.25pt;margin-top:6.9pt;width:18pt;height:2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" fillcolor="white [3201]" strokecolor="black [3200]" strokeweight="2pt">
                <v:textbox>
                  <w:txbxContent>
                    <w:p w14:paraId="35D89D76" w14:textId="5980EB07" w:rsidR="00D22AB0" w:rsidRPr="00BC4C85" w:rsidRDefault="00D22AB0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1575B">
        <w:br/>
        <w:t>Weekly</w:t>
      </w:r>
      <w:r w:rsidR="00A1575B">
        <w:br/>
      </w:r>
    </w:p>
    <w:p w14:paraId="5E5363E2" w14:textId="2019F8BB" w:rsidR="00A1575B" w:rsidRDefault="00272C47" w:rsidP="00A1575B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C374794" wp14:editId="3830AC6F">
                <wp:simplePos x="0" y="0"/>
                <wp:positionH relativeFrom="column">
                  <wp:posOffset>41275</wp:posOffset>
                </wp:positionH>
                <wp:positionV relativeFrom="paragraph">
                  <wp:posOffset>22225</wp:posOffset>
                </wp:positionV>
                <wp:extent cx="228600" cy="264160"/>
                <wp:effectExtent l="0" t="0" r="25400" b="15240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6416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C8AAB1" w14:textId="3E53E9C7" w:rsidR="00272C47" w:rsidRPr="00BC4C85" w:rsidRDefault="00272C47" w:rsidP="00272C47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margin-left:3.25pt;margin-top:1.75pt;width:18pt;height:20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" fillcolor="white [3201]" strokecolor="black [3200]" strokeweight="2pt">
                <v:textbox>
                  <w:txbxContent>
                    <w:p w14:paraId="4EC8AAB1" w14:textId="3E53E9C7" w:rsidR="00272C47" w:rsidRPr="00BC4C85" w:rsidRDefault="00272C47" w:rsidP="00272C47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1575B">
        <w:t>Fortnightly</w:t>
      </w:r>
      <w:r w:rsidR="00A1575B">
        <w:br/>
      </w:r>
    </w:p>
    <w:p w14:paraId="5930462E" w14:textId="0962D5F7" w:rsidR="00BA366C" w:rsidRDefault="00272C47" w:rsidP="00A1575B">
      <w:r>
        <w:br/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BD78F73" wp14:editId="41C54C80">
                <wp:simplePos x="0" y="0"/>
                <wp:positionH relativeFrom="column">
                  <wp:posOffset>41275</wp:posOffset>
                </wp:positionH>
                <wp:positionV relativeFrom="paragraph">
                  <wp:posOffset>107315</wp:posOffset>
                </wp:positionV>
                <wp:extent cx="228600" cy="264160"/>
                <wp:effectExtent l="0" t="0" r="25400" b="15240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6416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492C1E" w14:textId="4914A5FD" w:rsidR="00272C47" w:rsidRPr="00BC4C85" w:rsidRDefault="00272C47" w:rsidP="00272C47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28" type="#_x0000_t202" style="position:absolute;margin-left:3.25pt;margin-top:8.45pt;width:18pt;height:20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" fillcolor="white [3201]" strokecolor="black [3200]" strokeweight="2pt">
                <v:textbox>
                  <w:txbxContent>
                    <w:p w14:paraId="46492C1E" w14:textId="4914A5FD" w:rsidR="00272C47" w:rsidRPr="00BC4C85" w:rsidRDefault="00272C47" w:rsidP="00272C47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t>Monthly</w:t>
      </w:r>
      <w:r w:rsidR="00A1575B">
        <w:br/>
      </w:r>
    </w:p>
    <w:p w14:paraId="6F3E39B4" w14:textId="6776A93D" w:rsidR="005C3DCA" w:rsidRDefault="006E4C5A" w:rsidP="00A1575B">
      <w:r>
        <w:t>Please, fill in your details below and the date of first payment</w:t>
      </w:r>
    </w:p>
    <w:p w14:paraId="4138932B" w14:textId="154FB936" w:rsidR="005C3DCA" w:rsidRDefault="009B3D00" w:rsidP="00A1575B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73A01D" wp14:editId="44E43345">
                <wp:simplePos x="0" y="0"/>
                <wp:positionH relativeFrom="column">
                  <wp:posOffset>955675</wp:posOffset>
                </wp:positionH>
                <wp:positionV relativeFrom="paragraph">
                  <wp:posOffset>127635</wp:posOffset>
                </wp:positionV>
                <wp:extent cx="3200400" cy="263525"/>
                <wp:effectExtent l="0" t="0" r="25400" b="15875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263525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3A3F8A" w14:textId="018FA8ED" w:rsidR="00D22AB0" w:rsidRDefault="00D22AB0"/>
                        </w:txbxContent>
                      </wps:txbx>
                      <wps:bodyPr rot="0" spcFirstLastPara="0" vertOverflow="overflow" horzOverflow="overflow" vert="horz" wrap="square" lIns="91440" tIns="1800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9" type="#_x0000_t202" style="position:absolute;margin-left:75.25pt;margin-top:10.05pt;width:252pt;height:20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" fillcolor="white [3201]" strokecolor="black [3200]" strokeweight="2pt">
                <v:textbox inset=",.5mm">
                  <w:txbxContent>
                    <w:p w14:paraId="2C3A3F8A" w14:textId="018FA8ED" w:rsidR="00D22AB0" w:rsidRDefault="00D22AB0"/>
                  </w:txbxContent>
                </v:textbox>
                <w10:wrap type="square"/>
              </v:shape>
            </w:pict>
          </mc:Fallback>
        </mc:AlternateContent>
      </w:r>
    </w:p>
    <w:p w14:paraId="24462803" w14:textId="7B760B9C" w:rsidR="009B3D00" w:rsidRDefault="009B3D00" w:rsidP="00A1575B">
      <w:pPr>
        <w:rPr>
          <w:b/>
        </w:rPr>
      </w:pPr>
      <w:r>
        <w:rPr>
          <w:b/>
        </w:rPr>
        <w:t xml:space="preserve">Name: </w:t>
      </w:r>
    </w:p>
    <w:p w14:paraId="70170250" w14:textId="307F4230" w:rsidR="009B3D00" w:rsidRDefault="007677EB" w:rsidP="009B3D00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D1B0128" wp14:editId="7F502AD1">
                <wp:simplePos x="0" y="0"/>
                <wp:positionH relativeFrom="column">
                  <wp:posOffset>955675</wp:posOffset>
                </wp:positionH>
                <wp:positionV relativeFrom="paragraph">
                  <wp:posOffset>133985</wp:posOffset>
                </wp:positionV>
                <wp:extent cx="3200400" cy="263525"/>
                <wp:effectExtent l="0" t="0" r="25400" b="15875"/>
                <wp:wrapSquare wrapText="bothSides"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263525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A48496" w14:textId="41877FE6" w:rsidR="007677EB" w:rsidRDefault="007677EB" w:rsidP="007677EB"/>
                        </w:txbxContent>
                      </wps:txbx>
                      <wps:bodyPr rot="0" spcFirstLastPara="0" vertOverflow="overflow" horzOverflow="overflow" vert="horz" wrap="square" lIns="91440" tIns="1800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0" type="#_x0000_t202" style="position:absolute;margin-left:75.25pt;margin-top:10.55pt;width:252pt;height:20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" fillcolor="white [3201]" strokecolor="black [3200]" strokeweight="2pt">
                <v:textbox inset=",.5mm">
                  <w:txbxContent>
                    <w:p w14:paraId="46A48496" w14:textId="41877FE6" w:rsidR="007677EB" w:rsidRDefault="007677EB" w:rsidP="007677EB"/>
                  </w:txbxContent>
                </v:textbox>
                <w10:wrap type="square"/>
              </v:shape>
            </w:pict>
          </mc:Fallback>
        </mc:AlternateContent>
      </w:r>
    </w:p>
    <w:p w14:paraId="3DC09B3E" w14:textId="256DA8FD" w:rsidR="009B3D00" w:rsidRDefault="009B3D00" w:rsidP="009B3D00">
      <w:pPr>
        <w:rPr>
          <w:b/>
        </w:rPr>
      </w:pPr>
      <w:r>
        <w:rPr>
          <w:b/>
        </w:rPr>
        <w:t xml:space="preserve">Email: </w:t>
      </w:r>
    </w:p>
    <w:p w14:paraId="1904A83B" w14:textId="7F5BE7FC" w:rsidR="005D6C39" w:rsidRDefault="007677EB" w:rsidP="009B3D00">
      <w:pPr>
        <w:rPr>
          <w:b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EA5E75" wp14:editId="06427632">
                <wp:simplePos x="0" y="0"/>
                <wp:positionH relativeFrom="column">
                  <wp:posOffset>955675</wp:posOffset>
                </wp:positionH>
                <wp:positionV relativeFrom="paragraph">
                  <wp:posOffset>104775</wp:posOffset>
                </wp:positionV>
                <wp:extent cx="3200400" cy="263525"/>
                <wp:effectExtent l="0" t="0" r="25400" b="15875"/>
                <wp:wrapSquare wrapText="bothSides"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263525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899BE2" w14:textId="3EBD1543" w:rsidR="007677EB" w:rsidRDefault="007677EB" w:rsidP="007677EB"/>
                        </w:txbxContent>
                      </wps:txbx>
                      <wps:bodyPr rot="0" spcFirstLastPara="0" vertOverflow="overflow" horzOverflow="overflow" vert="horz" wrap="square" lIns="91440" tIns="1800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1" type="#_x0000_t202" style="position:absolute;margin-left:75.25pt;margin-top:8.25pt;width:252pt;height:20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" fillcolor="white [3201]" strokecolor="black [3200]" strokeweight="2pt">
                <v:textbox inset=",.5mm">
                  <w:txbxContent>
                    <w:p w14:paraId="36899BE2" w14:textId="3EBD1543" w:rsidR="007677EB" w:rsidRDefault="007677EB" w:rsidP="007677EB"/>
                  </w:txbxContent>
                </v:textbox>
                <w10:wrap type="square"/>
              </v:shape>
            </w:pict>
          </mc:Fallback>
        </mc:AlternateContent>
      </w:r>
    </w:p>
    <w:p w14:paraId="62B6ACAF" w14:textId="1B073A7F" w:rsidR="005D6C39" w:rsidRDefault="005D6C39" w:rsidP="009B3D00">
      <w:pPr>
        <w:rPr>
          <w:noProof/>
          <w:lang w:eastAsia="en-US"/>
        </w:rPr>
      </w:pPr>
      <w:r>
        <w:rPr>
          <w:b/>
        </w:rPr>
        <w:t>Phone:</w:t>
      </w:r>
      <w:r w:rsidRPr="005D6C39">
        <w:rPr>
          <w:noProof/>
          <w:lang w:eastAsia="en-US"/>
        </w:rPr>
        <w:t xml:space="preserve"> </w:t>
      </w:r>
    </w:p>
    <w:p w14:paraId="4A31BE53" w14:textId="38460BB6" w:rsidR="00A51323" w:rsidRDefault="00A51323" w:rsidP="009B3D00">
      <w:pPr>
        <w:rPr>
          <w:noProof/>
          <w:lang w:eastAsia="en-US"/>
        </w:rPr>
      </w:pPr>
    </w:p>
    <w:p w14:paraId="6E450F32" w14:textId="723C17C3" w:rsidR="00A51323" w:rsidRPr="00A51323" w:rsidRDefault="007677EB" w:rsidP="009B3D00">
      <w:pPr>
        <w:rPr>
          <w:b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384D4AC" wp14:editId="76E56E8C">
                <wp:simplePos x="0" y="0"/>
                <wp:positionH relativeFrom="column">
                  <wp:posOffset>955675</wp:posOffset>
                </wp:positionH>
                <wp:positionV relativeFrom="paragraph">
                  <wp:posOffset>3810</wp:posOffset>
                </wp:positionV>
                <wp:extent cx="3200400" cy="263525"/>
                <wp:effectExtent l="0" t="0" r="25400" b="15875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263525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BBA0DC" w14:textId="5ACEEE70" w:rsidR="007677EB" w:rsidRDefault="007677EB" w:rsidP="007677EB"/>
                        </w:txbxContent>
                      </wps:txbx>
                      <wps:bodyPr rot="0" spcFirstLastPara="0" vertOverflow="overflow" horzOverflow="overflow" vert="horz" wrap="square" lIns="91440" tIns="1800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2" type="#_x0000_t202" style="position:absolute;margin-left:75.25pt;margin-top:.3pt;width:252pt;height:20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" fillcolor="white [3201]" strokecolor="black [3200]" strokeweight="2pt">
                <v:textbox inset=",.5mm">
                  <w:txbxContent>
                    <w:p w14:paraId="2BBBA0DC" w14:textId="5ACEEE70" w:rsidR="007677EB" w:rsidRDefault="007677EB" w:rsidP="007677EB"/>
                  </w:txbxContent>
                </v:textbox>
                <w10:wrap type="square"/>
              </v:shape>
            </w:pict>
          </mc:Fallback>
        </mc:AlternateContent>
      </w:r>
      <w:r w:rsidR="006373EC">
        <w:rPr>
          <w:b/>
          <w:noProof/>
          <w:lang w:eastAsia="en-US"/>
        </w:rPr>
        <w:t>AP Start</w:t>
      </w:r>
      <w:r w:rsidR="00A51323" w:rsidRPr="00A51323">
        <w:rPr>
          <w:b/>
          <w:noProof/>
          <w:lang w:eastAsia="en-US"/>
        </w:rPr>
        <w:t>:</w:t>
      </w:r>
      <w:r w:rsidR="00A51323" w:rsidRPr="00A51323">
        <w:rPr>
          <w:noProof/>
          <w:lang w:eastAsia="en-US"/>
        </w:rPr>
        <w:t xml:space="preserve"> </w:t>
      </w:r>
    </w:p>
    <w:p w14:paraId="3279B0BD" w14:textId="77777777" w:rsidR="009B3D00" w:rsidRPr="009B3D00" w:rsidRDefault="009B3D00" w:rsidP="00A1575B">
      <w:pPr>
        <w:rPr>
          <w:b/>
        </w:rPr>
      </w:pPr>
    </w:p>
    <w:p w14:paraId="69A35C49" w14:textId="77777777" w:rsidR="009B3D00" w:rsidRDefault="009B3D00" w:rsidP="00A1575B"/>
    <w:p w14:paraId="2405E1BE" w14:textId="77777777" w:rsidR="00F43592" w:rsidRDefault="00F43592" w:rsidP="00F43592">
      <w:pPr>
        <w:pStyle w:val="Heading2"/>
      </w:pPr>
      <w:r>
        <w:t>Rites of Passage Foundation</w:t>
      </w:r>
    </w:p>
    <w:p w14:paraId="50647B90" w14:textId="0C417E02" w:rsidR="005C3DCA" w:rsidRDefault="00F43592" w:rsidP="00A1575B">
      <w:pPr>
        <w:rPr>
          <w:rFonts w:eastAsia="Times New Roman" w:cs="Times New Roman"/>
          <w:bCs/>
        </w:rPr>
      </w:pPr>
      <w:r>
        <w:rPr>
          <w:rFonts w:eastAsia="Times New Roman" w:cs="Times New Roman"/>
          <w:bCs/>
        </w:rPr>
        <w:t>Branch: NBS Takaka</w:t>
      </w:r>
      <w:r>
        <w:rPr>
          <w:rFonts w:eastAsia="Times New Roman" w:cs="Times New Roman"/>
        </w:rPr>
        <w:br/>
        <w:t xml:space="preserve">Acc.no: </w:t>
      </w:r>
      <w:r>
        <w:rPr>
          <w:rFonts w:eastAsia="Times New Roman" w:cs="Times New Roman"/>
          <w:b/>
          <w:bCs/>
        </w:rPr>
        <w:t>03 1354 0298064 00</w:t>
      </w:r>
      <w:r>
        <w:rPr>
          <w:rFonts w:eastAsia="Times New Roman" w:cs="Times New Roman"/>
        </w:rPr>
        <w:br/>
        <w:t xml:space="preserve">Reference: </w:t>
      </w:r>
      <w:r>
        <w:rPr>
          <w:rFonts w:eastAsia="Times New Roman" w:cs="Times New Roman"/>
          <w:b/>
          <w:bCs/>
        </w:rPr>
        <w:t xml:space="preserve"> </w:t>
      </w:r>
      <w:r w:rsidRPr="00E06BC2">
        <w:rPr>
          <w:rFonts w:eastAsia="Times New Roman" w:cs="Times New Roman"/>
          <w:b/>
        </w:rPr>
        <w:t>your name</w:t>
      </w:r>
      <w:r>
        <w:rPr>
          <w:rFonts w:eastAsia="Times New Roman" w:cs="Times New Roman"/>
        </w:rPr>
        <w:br/>
        <w:t xml:space="preserve">Particulars: </w:t>
      </w:r>
      <w:r>
        <w:rPr>
          <w:rFonts w:eastAsia="Times New Roman" w:cs="Times New Roman"/>
          <w:b/>
          <w:bCs/>
        </w:rPr>
        <w:t>Donation</w:t>
      </w:r>
    </w:p>
    <w:p w14:paraId="4CF31543" w14:textId="77777777" w:rsidR="00E06BC2" w:rsidRDefault="00E06BC2" w:rsidP="00A1575B">
      <w:pPr>
        <w:rPr>
          <w:rFonts w:eastAsia="Times New Roman" w:cs="Times New Roman"/>
          <w:bCs/>
        </w:rPr>
      </w:pPr>
    </w:p>
    <w:p w14:paraId="63C7585E" w14:textId="77777777" w:rsidR="006E4C5A" w:rsidRDefault="00417F41" w:rsidP="00A1575B">
      <w:pPr>
        <w:rPr>
          <w:rFonts w:eastAsia="Times New Roman" w:cs="Times New Roman"/>
          <w:bCs/>
        </w:rPr>
      </w:pPr>
      <w:r>
        <w:rPr>
          <w:rFonts w:eastAsia="Times New Roman" w:cs="Times New Roman"/>
          <w:bCs/>
        </w:rPr>
        <w:t>Please</w:t>
      </w:r>
      <w:r w:rsidR="005F01B3">
        <w:rPr>
          <w:rFonts w:eastAsia="Times New Roman" w:cs="Times New Roman"/>
          <w:bCs/>
        </w:rPr>
        <w:t>,</w:t>
      </w:r>
      <w:r>
        <w:rPr>
          <w:rFonts w:eastAsia="Times New Roman" w:cs="Times New Roman"/>
          <w:bCs/>
        </w:rPr>
        <w:t xml:space="preserve"> return by email to </w:t>
      </w:r>
      <w:hyperlink r:id="rId9" w:history="1">
        <w:r>
          <w:rPr>
            <w:rStyle w:val="Hyperlink"/>
            <w:rFonts w:eastAsia="Times New Roman" w:cs="Times New Roman"/>
            <w:bCs/>
          </w:rPr>
          <w:t>admin@tracks.net.nz</w:t>
        </w:r>
      </w:hyperlink>
      <w:r w:rsidR="006E4C5A">
        <w:rPr>
          <w:rFonts w:eastAsia="Times New Roman" w:cs="Times New Roman"/>
          <w:bCs/>
        </w:rPr>
        <w:t xml:space="preserve"> </w:t>
      </w:r>
    </w:p>
    <w:p w14:paraId="21980810" w14:textId="77777777" w:rsidR="006E4C5A" w:rsidRDefault="006E4C5A" w:rsidP="00A1575B">
      <w:pPr>
        <w:rPr>
          <w:rFonts w:eastAsia="Times New Roman" w:cs="Times New Roman"/>
          <w:bCs/>
        </w:rPr>
      </w:pPr>
    </w:p>
    <w:p w14:paraId="016194EB" w14:textId="473F1B23" w:rsidR="00417F41" w:rsidRPr="006E4C5A" w:rsidRDefault="006E4C5A" w:rsidP="00A1575B">
      <w:pPr>
        <w:rPr>
          <w:rFonts w:eastAsia="Times New Roman" w:cs="Times New Roman"/>
          <w:bCs/>
          <w:u w:val="single"/>
        </w:rPr>
      </w:pPr>
      <w:r>
        <w:rPr>
          <w:rFonts w:eastAsia="Times New Roman" w:cs="Times New Roman"/>
          <w:bCs/>
          <w:u w:val="single"/>
        </w:rPr>
        <w:t>O</w:t>
      </w:r>
      <w:r w:rsidRPr="006E4C5A">
        <w:rPr>
          <w:rFonts w:eastAsia="Times New Roman" w:cs="Times New Roman"/>
          <w:bCs/>
          <w:u w:val="single"/>
        </w:rPr>
        <w:t>r by mail to:</w:t>
      </w:r>
    </w:p>
    <w:p w14:paraId="694FEA97" w14:textId="3634A46B" w:rsidR="006E4C5A" w:rsidRDefault="006E4C5A" w:rsidP="00A1575B">
      <w:pPr>
        <w:rPr>
          <w:rFonts w:eastAsia="Times New Roman" w:cs="Times New Roman"/>
          <w:bCs/>
        </w:rPr>
      </w:pPr>
      <w:r>
        <w:rPr>
          <w:rFonts w:eastAsia="Times New Roman" w:cs="Times New Roman"/>
          <w:bCs/>
        </w:rPr>
        <w:t>Rites of Passage Foundation</w:t>
      </w:r>
    </w:p>
    <w:p w14:paraId="021D3987" w14:textId="066A2EFF" w:rsidR="006E4C5A" w:rsidRDefault="006E4C5A" w:rsidP="00A1575B">
      <w:pPr>
        <w:rPr>
          <w:rFonts w:eastAsia="Times New Roman" w:cs="Times New Roman"/>
          <w:bCs/>
        </w:rPr>
      </w:pPr>
      <w:r>
        <w:rPr>
          <w:rFonts w:eastAsia="Times New Roman" w:cs="Times New Roman"/>
          <w:bCs/>
        </w:rPr>
        <w:t>Administration</w:t>
      </w:r>
    </w:p>
    <w:p w14:paraId="1C947571" w14:textId="48336624" w:rsidR="006E4C5A" w:rsidRDefault="006E4C5A" w:rsidP="00A1575B">
      <w:pPr>
        <w:rPr>
          <w:rFonts w:eastAsia="Times New Roman" w:cs="Times New Roman"/>
          <w:bCs/>
        </w:rPr>
      </w:pPr>
      <w:r>
        <w:rPr>
          <w:rFonts w:eastAsia="Times New Roman" w:cs="Times New Roman"/>
          <w:bCs/>
        </w:rPr>
        <w:t>60 Waitapu Road,</w:t>
      </w:r>
    </w:p>
    <w:p w14:paraId="32998FEE" w14:textId="76E25442" w:rsidR="006E4C5A" w:rsidRDefault="006E4C5A" w:rsidP="00A1575B">
      <w:pPr>
        <w:rPr>
          <w:rFonts w:eastAsia="Times New Roman" w:cs="Times New Roman"/>
          <w:bCs/>
        </w:rPr>
      </w:pPr>
      <w:r>
        <w:rPr>
          <w:rFonts w:eastAsia="Times New Roman" w:cs="Times New Roman"/>
          <w:bCs/>
        </w:rPr>
        <w:t>Takaka 7110</w:t>
      </w:r>
    </w:p>
    <w:p w14:paraId="6DAD7C3E" w14:textId="77777777" w:rsidR="008221AD" w:rsidRDefault="008221AD" w:rsidP="00A1575B">
      <w:pPr>
        <w:rPr>
          <w:rFonts w:eastAsia="Times New Roman" w:cs="Times New Roman"/>
          <w:bCs/>
        </w:rPr>
      </w:pPr>
    </w:p>
    <w:p w14:paraId="33843A54" w14:textId="72BE8041" w:rsidR="008221AD" w:rsidRDefault="008221AD" w:rsidP="00A1575B">
      <w:pPr>
        <w:rPr>
          <w:rFonts w:eastAsia="Times New Roman" w:cs="Times New Roman"/>
          <w:bCs/>
        </w:rPr>
      </w:pPr>
      <w:r>
        <w:rPr>
          <w:rFonts w:eastAsia="Times New Roman" w:cs="Times New Roman"/>
          <w:bCs/>
        </w:rPr>
        <w:t>Arohanui</w:t>
      </w:r>
      <w:bookmarkStart w:id="0" w:name="_GoBack"/>
      <w:bookmarkEnd w:id="0"/>
    </w:p>
    <w:p w14:paraId="23232440" w14:textId="67FBAACA" w:rsidR="005C3DCA" w:rsidRPr="006B4E48" w:rsidRDefault="005C3DCA" w:rsidP="005C3DCA">
      <w:pPr>
        <w:rPr>
          <w:rFonts w:ascii="Papyrus Condensed" w:hAnsi="Papyrus Condensed" w:cs="Papyrus Condensed"/>
          <w:sz w:val="48"/>
          <w:szCs w:val="48"/>
        </w:rPr>
      </w:pPr>
    </w:p>
    <w:sectPr w:rsidR="005C3DCA" w:rsidRPr="006B4E48" w:rsidSect="000B3D11">
      <w:headerReference w:type="default" r:id="rId10"/>
      <w:pgSz w:w="11900" w:h="16840"/>
      <w:pgMar w:top="567" w:right="1127" w:bottom="1135" w:left="1276" w:header="425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8566A4" w14:textId="77777777" w:rsidR="00D22AB0" w:rsidRDefault="00D22AB0" w:rsidP="000E029A">
      <w:r>
        <w:separator/>
      </w:r>
    </w:p>
  </w:endnote>
  <w:endnote w:type="continuationSeparator" w:id="0">
    <w:p w14:paraId="1A6CACE9" w14:textId="77777777" w:rsidR="00D22AB0" w:rsidRDefault="00D22AB0" w:rsidP="000E0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apyrus Condensed">
    <w:panose1 w:val="020B0602040200020303"/>
    <w:charset w:val="00"/>
    <w:family w:val="auto"/>
    <w:pitch w:val="variable"/>
    <w:sig w:usb0="80000063" w:usb1="00000040" w:usb2="00000000" w:usb3="00000000" w:csb0="0000006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997783" w14:textId="77777777" w:rsidR="00D22AB0" w:rsidRDefault="00D22AB0" w:rsidP="000E029A">
      <w:r>
        <w:separator/>
      </w:r>
    </w:p>
  </w:footnote>
  <w:footnote w:type="continuationSeparator" w:id="0">
    <w:p w14:paraId="2577634D" w14:textId="77777777" w:rsidR="00D22AB0" w:rsidRDefault="00D22AB0" w:rsidP="000E029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93B0B" w14:textId="5AA61914" w:rsidR="00B0247F" w:rsidRDefault="00B0247F" w:rsidP="00B0247F">
    <w:pPr>
      <w:pStyle w:val="Header"/>
      <w:tabs>
        <w:tab w:val="clear" w:pos="4320"/>
        <w:tab w:val="clear" w:pos="8640"/>
      </w:tabs>
    </w:pPr>
    <w:r>
      <w:tab/>
    </w:r>
  </w:p>
  <w:p w14:paraId="0F1B0B3C" w14:textId="152E981D" w:rsidR="00B0247F" w:rsidRDefault="00B0247F" w:rsidP="00B0247F">
    <w:pPr>
      <w:pStyle w:val="Header"/>
      <w:tabs>
        <w:tab w:val="clear" w:pos="4320"/>
        <w:tab w:val="clear" w:pos="8640"/>
      </w:tabs>
    </w:pPr>
    <w:r>
      <w:rPr>
        <w:noProof/>
        <w:lang w:val="en-US" w:eastAsia="en-US"/>
      </w:rPr>
      <w:drawing>
        <wp:inline distT="0" distB="0" distL="0" distR="0" wp14:anchorId="378E4489" wp14:editId="67E817DB">
          <wp:extent cx="1679575" cy="1192499"/>
          <wp:effectExtent l="0" t="0" r="0" b="1905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PF Logo 201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1055" cy="1193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CFB3398" w14:textId="7E64EC95" w:rsidR="00D22AB0" w:rsidRDefault="009167B6" w:rsidP="00B0247F">
    <w:pPr>
      <w:pStyle w:val="Header"/>
      <w:tabs>
        <w:tab w:val="clear" w:pos="4320"/>
        <w:tab w:val="clear" w:pos="8640"/>
      </w:tabs>
    </w:pPr>
    <w:r>
      <w:t>IRD No.</w:t>
    </w:r>
    <w:r w:rsidR="00D22AB0">
      <w:t xml:space="preserve"> 110-</w:t>
    </w:r>
    <w:r w:rsidR="000A1398">
      <w:t>165-684</w:t>
    </w:r>
    <w:r>
      <w:tab/>
    </w:r>
    <w:r>
      <w:tab/>
    </w:r>
    <w:r>
      <w:tab/>
    </w:r>
    <w:r>
      <w:tab/>
    </w:r>
    <w:r>
      <w:tab/>
    </w:r>
    <w:r>
      <w:tab/>
    </w:r>
    <w:r w:rsidR="000B3D11">
      <w:t xml:space="preserve">Charities Reg. </w:t>
    </w:r>
    <w:r w:rsidR="000B3D11" w:rsidRPr="000B3D11">
      <w:rPr>
        <w:rFonts w:ascii="Helvetica" w:hAnsi="Helvetica" w:cs="Helvetica"/>
        <w:bCs/>
        <w:sz w:val="24"/>
      </w:rPr>
      <w:t>CC48562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248DF"/>
    <w:multiLevelType w:val="hybridMultilevel"/>
    <w:tmpl w:val="89363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775D65"/>
    <w:multiLevelType w:val="hybridMultilevel"/>
    <w:tmpl w:val="86F6F4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6FA"/>
    <w:rsid w:val="00026C48"/>
    <w:rsid w:val="00080FA0"/>
    <w:rsid w:val="000A1398"/>
    <w:rsid w:val="000B3D11"/>
    <w:rsid w:val="000E029A"/>
    <w:rsid w:val="000F6C05"/>
    <w:rsid w:val="001140C6"/>
    <w:rsid w:val="00134121"/>
    <w:rsid w:val="001E66FA"/>
    <w:rsid w:val="00241CB8"/>
    <w:rsid w:val="00265D3C"/>
    <w:rsid w:val="00272C47"/>
    <w:rsid w:val="002A79B7"/>
    <w:rsid w:val="002D4AA5"/>
    <w:rsid w:val="00320FD9"/>
    <w:rsid w:val="00332AB9"/>
    <w:rsid w:val="003A4FCC"/>
    <w:rsid w:val="004079CE"/>
    <w:rsid w:val="00417F41"/>
    <w:rsid w:val="0043487C"/>
    <w:rsid w:val="004756CD"/>
    <w:rsid w:val="00522526"/>
    <w:rsid w:val="00525E31"/>
    <w:rsid w:val="00533654"/>
    <w:rsid w:val="00553AEC"/>
    <w:rsid w:val="005C3DCA"/>
    <w:rsid w:val="005D6C39"/>
    <w:rsid w:val="005D6FCA"/>
    <w:rsid w:val="005F01B3"/>
    <w:rsid w:val="006373EC"/>
    <w:rsid w:val="006761E2"/>
    <w:rsid w:val="006826CE"/>
    <w:rsid w:val="00696DB0"/>
    <w:rsid w:val="006A43D8"/>
    <w:rsid w:val="006B4E48"/>
    <w:rsid w:val="006C32C4"/>
    <w:rsid w:val="006E4C5A"/>
    <w:rsid w:val="007677EB"/>
    <w:rsid w:val="0077271A"/>
    <w:rsid w:val="007B3D93"/>
    <w:rsid w:val="007B41AA"/>
    <w:rsid w:val="007B6965"/>
    <w:rsid w:val="007F144B"/>
    <w:rsid w:val="00817A96"/>
    <w:rsid w:val="008218D3"/>
    <w:rsid w:val="008221AD"/>
    <w:rsid w:val="00856A43"/>
    <w:rsid w:val="009154EA"/>
    <w:rsid w:val="009167B6"/>
    <w:rsid w:val="00972F25"/>
    <w:rsid w:val="0098408F"/>
    <w:rsid w:val="009B3D00"/>
    <w:rsid w:val="00A04BA5"/>
    <w:rsid w:val="00A1575B"/>
    <w:rsid w:val="00A1614D"/>
    <w:rsid w:val="00A30CAF"/>
    <w:rsid w:val="00A470B9"/>
    <w:rsid w:val="00A51323"/>
    <w:rsid w:val="00AC7955"/>
    <w:rsid w:val="00AE32BD"/>
    <w:rsid w:val="00B0247F"/>
    <w:rsid w:val="00B323FD"/>
    <w:rsid w:val="00B772FF"/>
    <w:rsid w:val="00BA366C"/>
    <w:rsid w:val="00BA6156"/>
    <w:rsid w:val="00BC4C85"/>
    <w:rsid w:val="00BE6701"/>
    <w:rsid w:val="00BF24C5"/>
    <w:rsid w:val="00C35C22"/>
    <w:rsid w:val="00C56382"/>
    <w:rsid w:val="00C65FFC"/>
    <w:rsid w:val="00C84E18"/>
    <w:rsid w:val="00D22AB0"/>
    <w:rsid w:val="00D309B3"/>
    <w:rsid w:val="00D53714"/>
    <w:rsid w:val="00D643B9"/>
    <w:rsid w:val="00E06BC2"/>
    <w:rsid w:val="00E47FB7"/>
    <w:rsid w:val="00E54129"/>
    <w:rsid w:val="00E7008C"/>
    <w:rsid w:val="00E84CB0"/>
    <w:rsid w:val="00ED2892"/>
    <w:rsid w:val="00EF137E"/>
    <w:rsid w:val="00F4359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9B657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CB8"/>
    <w:pPr>
      <w:spacing w:after="0"/>
    </w:pPr>
    <w:rPr>
      <w:rFonts w:asciiTheme="majorHAnsi" w:hAnsiTheme="majorHAnsi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41CB8"/>
    <w:pPr>
      <w:keepNext/>
      <w:keepLines/>
      <w:tabs>
        <w:tab w:val="left" w:pos="7168"/>
      </w:tabs>
      <w:spacing w:before="120"/>
      <w:outlineLvl w:val="0"/>
    </w:pPr>
    <w:rPr>
      <w:rFonts w:eastAsiaTheme="majorEastAsia" w:cstheme="majorBidi"/>
      <w:b/>
      <w:bCs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C56382"/>
    <w:pPr>
      <w:keepNext/>
      <w:keepLines/>
      <w:spacing w:before="200"/>
      <w:outlineLvl w:val="1"/>
    </w:pPr>
    <w:rPr>
      <w:rFonts w:eastAsiaTheme="majorEastAsia" w:cstheme="majorBidi"/>
      <w:b/>
      <w:bCs/>
      <w:sz w:val="28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E66FA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1CB8"/>
    <w:rPr>
      <w:rFonts w:asciiTheme="majorHAnsi" w:eastAsiaTheme="majorEastAsia" w:hAnsiTheme="majorHAnsi" w:cstheme="majorBidi"/>
      <w:b/>
      <w:bCs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C56382"/>
    <w:rPr>
      <w:rFonts w:asciiTheme="majorHAnsi" w:eastAsiaTheme="majorEastAsia" w:hAnsiTheme="majorHAnsi" w:cstheme="majorBidi"/>
      <w:b/>
      <w:bCs/>
      <w:sz w:val="28"/>
      <w:szCs w:val="2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0E029A"/>
    <w:pPr>
      <w:tabs>
        <w:tab w:val="center" w:pos="4320"/>
        <w:tab w:val="right" w:pos="8640"/>
      </w:tabs>
    </w:pPr>
    <w:rPr>
      <w:sz w:val="28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0E029A"/>
    <w:rPr>
      <w:rFonts w:asciiTheme="majorHAnsi" w:hAnsiTheme="majorHAnsi"/>
      <w:sz w:val="28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29A"/>
    <w:pPr>
      <w:tabs>
        <w:tab w:val="center" w:pos="4320"/>
        <w:tab w:val="right" w:pos="8640"/>
      </w:tabs>
    </w:pPr>
    <w:rPr>
      <w:sz w:val="28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0E029A"/>
    <w:rPr>
      <w:rFonts w:asciiTheme="majorHAnsi" w:hAnsiTheme="majorHAnsi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029A"/>
    <w:rPr>
      <w:rFonts w:ascii="Lucida Grande" w:hAnsi="Lucida Grande" w:cs="Lucida Grande"/>
      <w:sz w:val="18"/>
      <w:szCs w:val="18"/>
      <w:lang w:val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029A"/>
    <w:rPr>
      <w:rFonts w:ascii="Lucida Grande" w:hAnsi="Lucida Grande" w:cs="Lucida Grande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1E66F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7B6965"/>
    <w:pPr>
      <w:spacing w:after="200"/>
      <w:ind w:left="720"/>
      <w:contextualSpacing/>
    </w:pPr>
    <w:rPr>
      <w:rFonts w:eastAsiaTheme="minorHAnsi"/>
      <w:lang w:val="en-AU" w:eastAsia="en-US"/>
    </w:rPr>
  </w:style>
  <w:style w:type="character" w:styleId="Hyperlink">
    <w:name w:val="Hyperlink"/>
    <w:basedOn w:val="DefaultParagraphFont"/>
    <w:uiPriority w:val="99"/>
    <w:unhideWhenUsed/>
    <w:rsid w:val="00417F4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CB8"/>
    <w:pPr>
      <w:spacing w:after="0"/>
    </w:pPr>
    <w:rPr>
      <w:rFonts w:asciiTheme="majorHAnsi" w:hAnsiTheme="majorHAnsi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41CB8"/>
    <w:pPr>
      <w:keepNext/>
      <w:keepLines/>
      <w:tabs>
        <w:tab w:val="left" w:pos="7168"/>
      </w:tabs>
      <w:spacing w:before="120"/>
      <w:outlineLvl w:val="0"/>
    </w:pPr>
    <w:rPr>
      <w:rFonts w:eastAsiaTheme="majorEastAsia" w:cstheme="majorBidi"/>
      <w:b/>
      <w:bCs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C56382"/>
    <w:pPr>
      <w:keepNext/>
      <w:keepLines/>
      <w:spacing w:before="200"/>
      <w:outlineLvl w:val="1"/>
    </w:pPr>
    <w:rPr>
      <w:rFonts w:eastAsiaTheme="majorEastAsia" w:cstheme="majorBidi"/>
      <w:b/>
      <w:bCs/>
      <w:sz w:val="28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E66FA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1CB8"/>
    <w:rPr>
      <w:rFonts w:asciiTheme="majorHAnsi" w:eastAsiaTheme="majorEastAsia" w:hAnsiTheme="majorHAnsi" w:cstheme="majorBidi"/>
      <w:b/>
      <w:bCs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C56382"/>
    <w:rPr>
      <w:rFonts w:asciiTheme="majorHAnsi" w:eastAsiaTheme="majorEastAsia" w:hAnsiTheme="majorHAnsi" w:cstheme="majorBidi"/>
      <w:b/>
      <w:bCs/>
      <w:sz w:val="28"/>
      <w:szCs w:val="2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0E029A"/>
    <w:pPr>
      <w:tabs>
        <w:tab w:val="center" w:pos="4320"/>
        <w:tab w:val="right" w:pos="8640"/>
      </w:tabs>
    </w:pPr>
    <w:rPr>
      <w:sz w:val="28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0E029A"/>
    <w:rPr>
      <w:rFonts w:asciiTheme="majorHAnsi" w:hAnsiTheme="majorHAnsi"/>
      <w:sz w:val="28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29A"/>
    <w:pPr>
      <w:tabs>
        <w:tab w:val="center" w:pos="4320"/>
        <w:tab w:val="right" w:pos="8640"/>
      </w:tabs>
    </w:pPr>
    <w:rPr>
      <w:sz w:val="28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0E029A"/>
    <w:rPr>
      <w:rFonts w:asciiTheme="majorHAnsi" w:hAnsiTheme="majorHAnsi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029A"/>
    <w:rPr>
      <w:rFonts w:ascii="Lucida Grande" w:hAnsi="Lucida Grande" w:cs="Lucida Grande"/>
      <w:sz w:val="18"/>
      <w:szCs w:val="18"/>
      <w:lang w:val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029A"/>
    <w:rPr>
      <w:rFonts w:ascii="Lucida Grande" w:hAnsi="Lucida Grande" w:cs="Lucida Grande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1E66F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7B6965"/>
    <w:pPr>
      <w:spacing w:after="200"/>
      <w:ind w:left="720"/>
      <w:contextualSpacing/>
    </w:pPr>
    <w:rPr>
      <w:rFonts w:eastAsiaTheme="minorHAnsi"/>
      <w:lang w:val="en-AU" w:eastAsia="en-US"/>
    </w:rPr>
  </w:style>
  <w:style w:type="character" w:styleId="Hyperlink">
    <w:name w:val="Hyperlink"/>
    <w:basedOn w:val="DefaultParagraphFont"/>
    <w:uiPriority w:val="99"/>
    <w:unhideWhenUsed/>
    <w:rsid w:val="00417F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admin@tracks.net.nz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Admin%20HD:Users:ROPF:Library:Application%20Support:Microsoft:Office:User%20Templates:My%20Templates:ROPFHead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C3F7245-5166-084C-B9D4-1EAAD9815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ROPFHeader.dotx</Template>
  <TotalTime>197</TotalTime>
  <Pages>1</Pages>
  <Words>108</Words>
  <Characters>616</Characters>
  <Application>Microsoft Macintosh Word</Application>
  <DocSecurity>0</DocSecurity>
  <Lines>5</Lines>
  <Paragraphs>1</Paragraphs>
  <ScaleCrop>false</ScaleCrop>
  <Company>Rites of Passage Foundation</Company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 Jongkind</dc:creator>
  <cp:keywords/>
  <dc:description/>
  <cp:lastModifiedBy>Maria Koch</cp:lastModifiedBy>
  <cp:revision>63</cp:revision>
  <cp:lastPrinted>2016-03-30T23:20:00Z</cp:lastPrinted>
  <dcterms:created xsi:type="dcterms:W3CDTF">2016-03-30T23:20:00Z</dcterms:created>
  <dcterms:modified xsi:type="dcterms:W3CDTF">2016-08-22T04:27:00Z</dcterms:modified>
</cp:coreProperties>
</file>